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D8FFE1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0926F2">
        <w:rPr>
          <w:rFonts w:ascii="Verdana" w:hAnsi="Verdana"/>
          <w:b/>
        </w:rPr>
        <w:t>„</w:t>
      </w:r>
      <w:bookmarkEnd w:id="1"/>
      <w:r w:rsidR="000926F2">
        <w:rPr>
          <w:rFonts w:ascii="Verdana" w:hAnsi="Verdana"/>
          <w:b/>
        </w:rPr>
        <w:t xml:space="preserve">Oprava osvětlení ŽST Mohelnice“ </w:t>
      </w:r>
      <w:r w:rsidR="000926F2">
        <w:rPr>
          <w:rFonts w:ascii="Verdana" w:hAnsi="Verdana"/>
        </w:rPr>
        <w:t xml:space="preserve">č.j. 13481/2025-SŽ-OŘ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0926F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0926F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0926F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26F2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6634A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252F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EE252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478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2025-03-28T10:14:00Z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